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2D3B9D9E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bookmarkStart w:id="1" w:name="_Hlk158378135"/>
      <w:r w:rsidR="0041377D">
        <w:rPr>
          <w:rFonts w:ascii="Verdana" w:hAnsi="Verdana"/>
          <w:b/>
        </w:rPr>
        <w:t>„</w:t>
      </w:r>
      <w:bookmarkEnd w:id="0"/>
      <w:r w:rsidR="0041377D">
        <w:rPr>
          <w:rFonts w:ascii="Verdana" w:hAnsi="Verdana"/>
          <w:b/>
        </w:rPr>
        <w:t xml:space="preserve">Náhradní díly pro specializovanou mechanizaci na údržbu železničního svršku u OŘ OVA 2026-2028“ </w:t>
      </w:r>
      <w:r w:rsidR="0041377D">
        <w:rPr>
          <w:rFonts w:ascii="Verdana" w:hAnsi="Verdana"/>
        </w:rPr>
        <w:t xml:space="preserve">č.j. 2983/2026-SŽ-OŘ OVA-NPI </w:t>
      </w:r>
      <w:r w:rsidR="00335148" w:rsidRPr="004E3BAD">
        <w:rPr>
          <w:rFonts w:ascii="Verdana" w:hAnsi="Verdana"/>
        </w:rPr>
        <w:t>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64033A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64033A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64033A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B1B45" w14:textId="77777777" w:rsidR="003A74F1" w:rsidRDefault="003A74F1" w:rsidP="00962258">
      <w:pPr>
        <w:spacing w:after="0" w:line="240" w:lineRule="auto"/>
      </w:pPr>
      <w:r>
        <w:separator/>
      </w:r>
    </w:p>
  </w:endnote>
  <w:endnote w:type="continuationSeparator" w:id="0">
    <w:p w14:paraId="4D0A52E0" w14:textId="77777777" w:rsidR="003A74F1" w:rsidRDefault="003A74F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A035F2" w14:textId="77777777" w:rsidR="003A74F1" w:rsidRDefault="003A74F1" w:rsidP="00962258">
      <w:pPr>
        <w:spacing w:after="0" w:line="240" w:lineRule="auto"/>
      </w:pPr>
      <w:r>
        <w:separator/>
      </w:r>
    </w:p>
  </w:footnote>
  <w:footnote w:type="continuationSeparator" w:id="0">
    <w:p w14:paraId="24FE0909" w14:textId="77777777" w:rsidR="003A74F1" w:rsidRDefault="003A74F1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DC833" w14:textId="1B337668" w:rsidR="0041377D" w:rsidRDefault="0041377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598D4240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30E84434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A74F1"/>
    <w:rsid w:val="003B7E4D"/>
    <w:rsid w:val="0041377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06B4"/>
    <w:rsid w:val="005F1404"/>
    <w:rsid w:val="005F7C37"/>
    <w:rsid w:val="0061068E"/>
    <w:rsid w:val="0064033A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C4DA9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6CE7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8C4DA9"/>
    <w:rsid w:val="009038E8"/>
    <w:rsid w:val="00B32BAE"/>
    <w:rsid w:val="00B72819"/>
    <w:rsid w:val="00BE31C7"/>
    <w:rsid w:val="00C46CE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82</TotalTime>
  <Pages>2</Pages>
  <Words>493</Words>
  <Characters>2842</Characters>
  <Application>Microsoft Office Word</Application>
  <DocSecurity>0</DocSecurity>
  <Lines>49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OVZ</cp:lastModifiedBy>
  <cp:revision>13</cp:revision>
  <cp:lastPrinted>2017-11-28T17:18:00Z</cp:lastPrinted>
  <dcterms:created xsi:type="dcterms:W3CDTF">2023-11-16T10:29:00Z</dcterms:created>
  <dcterms:modified xsi:type="dcterms:W3CDTF">2026-02-18T11:23:00Z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